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C1D89">
        <w:rPr>
          <w:rFonts w:ascii="Corbel" w:hAnsi="Corbel"/>
          <w:i/>
          <w:smallCaps/>
          <w:sz w:val="24"/>
          <w:szCs w:val="24"/>
        </w:rPr>
        <w:t>202</w:t>
      </w:r>
      <w:r w:rsidR="00F637A6">
        <w:rPr>
          <w:rFonts w:ascii="Corbel" w:hAnsi="Corbel"/>
          <w:i/>
          <w:smallCaps/>
          <w:sz w:val="24"/>
          <w:szCs w:val="24"/>
        </w:rPr>
        <w:t>1</w:t>
      </w:r>
      <w:r w:rsidR="00420943">
        <w:rPr>
          <w:rFonts w:ascii="Corbel" w:hAnsi="Corbel"/>
          <w:i/>
          <w:smallCaps/>
          <w:sz w:val="24"/>
          <w:szCs w:val="24"/>
        </w:rPr>
        <w:t>/202</w:t>
      </w:r>
      <w:r w:rsidR="00F637A6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750772">
        <w:rPr>
          <w:rFonts w:ascii="Corbel" w:hAnsi="Corbel"/>
          <w:sz w:val="20"/>
          <w:szCs w:val="20"/>
        </w:rPr>
        <w:t xml:space="preserve">ok akademicki </w:t>
      </w:r>
      <w:r w:rsidR="001C1D89">
        <w:rPr>
          <w:rFonts w:ascii="Corbel" w:hAnsi="Corbel"/>
          <w:sz w:val="20"/>
          <w:szCs w:val="20"/>
        </w:rPr>
        <w:t>202</w:t>
      </w:r>
      <w:r w:rsidR="00F637A6">
        <w:rPr>
          <w:rFonts w:ascii="Corbel" w:hAnsi="Corbel"/>
          <w:sz w:val="20"/>
          <w:szCs w:val="20"/>
        </w:rPr>
        <w:t>1</w:t>
      </w:r>
      <w:r w:rsidR="001C1D89">
        <w:rPr>
          <w:rFonts w:ascii="Corbel" w:hAnsi="Corbel"/>
          <w:sz w:val="20"/>
          <w:szCs w:val="20"/>
        </w:rPr>
        <w:t>/202</w:t>
      </w:r>
      <w:r w:rsidR="00F637A6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C700A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700AF" w:rsidRDefault="00750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700AF">
              <w:rPr>
                <w:rFonts w:ascii="Corbel" w:hAnsi="Corbel"/>
                <w:sz w:val="24"/>
                <w:szCs w:val="24"/>
              </w:rPr>
              <w:t>Pedagogika rodziny</w:t>
            </w:r>
          </w:p>
        </w:tc>
      </w:tr>
      <w:tr w:rsidR="0085747A" w:rsidRPr="009C54AE" w:rsidTr="00C700A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C700AF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F543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C700AF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543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C700AF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700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700AF" w:rsidRPr="009C54AE" w:rsidRDefault="00F8531E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700AF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8531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rok, 2. semestr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Urszula Gruca-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700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700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700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448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F8531E" w:rsidRDefault="00F8531E" w:rsidP="00F8531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Pr="00356A6E">
        <w:rPr>
          <w:rFonts w:ascii="Corbel" w:hAnsi="Corbel"/>
          <w:b w:val="0"/>
          <w:smallCaps w:val="0"/>
          <w:szCs w:val="24"/>
        </w:rPr>
        <w:t xml:space="preserve"> </w:t>
      </w:r>
      <w:r w:rsidRPr="00920833">
        <w:rPr>
          <w:rFonts w:ascii="Corbel" w:hAnsi="Corbel"/>
          <w:b w:val="0"/>
          <w:smallCaps w:val="0"/>
          <w:szCs w:val="24"/>
        </w:rPr>
        <w:t>zajęcia w formie tradycyjnej</w:t>
      </w:r>
      <w:r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43FF3" w:rsidRPr="009C54AE" w:rsidRDefault="00943FF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943FF3" w:rsidRPr="006725D8" w:rsidRDefault="005C441E" w:rsidP="00943FF3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EGZAMIN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8531E" w:rsidRDefault="00F8531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C33C70" w:rsidRDefault="00F8531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zajęć z przedmiotu: wprowadzenie do pedagogiki.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8531E" w:rsidRPr="009C54AE" w:rsidTr="00F8531E">
        <w:tc>
          <w:tcPr>
            <w:tcW w:w="845" w:type="dxa"/>
            <w:vAlign w:val="center"/>
          </w:tcPr>
          <w:p w:rsidR="00F8531E" w:rsidRPr="009C54AE" w:rsidRDefault="00F8531E" w:rsidP="006448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F8531E" w:rsidRPr="001C4E85" w:rsidRDefault="00F8531E" w:rsidP="006448E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Przybliżyć wiedzę o obiektywnych i subiektywnych aspektach rodziny, jako grupy, wspólnoty i instytucji wychowawczej, jej funkcjach, strukturze</w:t>
            </w:r>
            <w:r>
              <w:rPr>
                <w:rFonts w:ascii="Corbel" w:hAnsi="Corbel"/>
                <w:sz w:val="24"/>
                <w:szCs w:val="24"/>
              </w:rPr>
              <w:t>, postawach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oraz związkach z mikro- i makrostrukturą społeczną ujmowaną w kontekście społeczeństwa globalnego, wskazać czynniki dezintegracji współczesnej rodziny,</w:t>
            </w:r>
          </w:p>
        </w:tc>
      </w:tr>
      <w:tr w:rsidR="00F8531E" w:rsidRPr="009C54AE" w:rsidTr="00F8531E">
        <w:tc>
          <w:tcPr>
            <w:tcW w:w="845" w:type="dxa"/>
            <w:vAlign w:val="center"/>
          </w:tcPr>
          <w:p w:rsidR="00F8531E" w:rsidRPr="009C54AE" w:rsidRDefault="00F8531E" w:rsidP="006448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F8531E" w:rsidRPr="001C4E85" w:rsidRDefault="00F8531E" w:rsidP="006448E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Rozwinąć wieloaspektowe spojrzenie na rodzinę jako środowisko rozwoju i wychowania człowieka oraz ukazać najważniejsze kierunki przemian i zagrożeń współczesnej rodziny w Polsce</w:t>
            </w:r>
          </w:p>
        </w:tc>
      </w:tr>
      <w:tr w:rsidR="00F8531E" w:rsidRPr="009C54AE" w:rsidTr="00F8531E">
        <w:tc>
          <w:tcPr>
            <w:tcW w:w="845" w:type="dxa"/>
            <w:vAlign w:val="center"/>
          </w:tcPr>
          <w:p w:rsidR="00F8531E" w:rsidRPr="009C54AE" w:rsidRDefault="00F8531E" w:rsidP="006448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F8531E" w:rsidRPr="001C4E85" w:rsidRDefault="00F8531E" w:rsidP="006448E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Scharakteryzować działania interwencyjne, terapeutyczne i profilaktyczne w rodzinie oraz przewidzieć ich skutki, zapoznanie studentów z instytucjami i ośrodkami wspierającymi rodzinę.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6542A7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542A7" w:rsidRPr="009C54AE" w:rsidTr="006542A7">
        <w:tc>
          <w:tcPr>
            <w:tcW w:w="1681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6542A7" w:rsidRPr="007F22D1" w:rsidRDefault="00A15D95" w:rsidP="006542A7">
            <w:pPr>
              <w:pStyle w:val="Default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Opisze miejsce </w:t>
            </w:r>
            <w:r w:rsidR="008543D9">
              <w:rPr>
                <w:rFonts w:ascii="Corbel" w:hAnsi="Corbel"/>
              </w:rPr>
              <w:t xml:space="preserve">pedagogiki </w:t>
            </w:r>
            <w:r>
              <w:rPr>
                <w:rFonts w:ascii="Corbel" w:hAnsi="Corbel"/>
              </w:rPr>
              <w:t>rodziny w systemie nauk, zdefiniuje rodzinę w ujęciu interdyscyplinarnym, przedstawi funkcje rodziny, jej strukturę, zadania, style wychowania i postawy rodzicielskie.</w:t>
            </w:r>
          </w:p>
        </w:tc>
        <w:tc>
          <w:tcPr>
            <w:tcW w:w="1865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6542A7" w:rsidRPr="009C54AE" w:rsidTr="006542A7">
        <w:tc>
          <w:tcPr>
            <w:tcW w:w="1681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6542A7" w:rsidRPr="007F22D1" w:rsidRDefault="00F3433F" w:rsidP="006542A7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/>
              </w:rPr>
              <w:t>Scharakteryzuje rodzinę jako grupę społeczną we wszystkich jej składowych elementach.</w:t>
            </w:r>
          </w:p>
        </w:tc>
        <w:tc>
          <w:tcPr>
            <w:tcW w:w="1865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6542A7" w:rsidRPr="009C54AE" w:rsidTr="006542A7">
        <w:tc>
          <w:tcPr>
            <w:tcW w:w="1681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6542A7" w:rsidRPr="007F22D1" w:rsidRDefault="00A15D95" w:rsidP="00A15D95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Przedstawi role rodzicielskie, procesy jakie zachodzą w rodzinie w ujęciu systemowym</w:t>
            </w:r>
            <w:r w:rsidR="008543D9">
              <w:rPr>
                <w:rFonts w:ascii="Corbel" w:hAnsi="Corbel" w:cs="Times New Roman"/>
              </w:rPr>
              <w:t>,</w:t>
            </w:r>
            <w:r>
              <w:rPr>
                <w:rFonts w:ascii="Corbel" w:hAnsi="Corbel" w:cs="Times New Roman"/>
              </w:rPr>
              <w:t xml:space="preserve"> uwzględniając potrzeby jej członków.</w:t>
            </w:r>
            <w:r w:rsidR="006542A7" w:rsidRPr="006725D8">
              <w:rPr>
                <w:rFonts w:ascii="Corbel" w:hAnsi="Corbel" w:cs="Times New Roman"/>
              </w:rPr>
              <w:t xml:space="preserve"> </w:t>
            </w:r>
          </w:p>
        </w:tc>
        <w:tc>
          <w:tcPr>
            <w:tcW w:w="1865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6542A7" w:rsidRPr="009C54AE" w:rsidTr="006542A7">
        <w:tc>
          <w:tcPr>
            <w:tcW w:w="1681" w:type="dxa"/>
          </w:tcPr>
          <w:p w:rsidR="006542A7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6542A7" w:rsidRPr="006725D8" w:rsidRDefault="007F678B" w:rsidP="006542A7">
            <w:pPr>
              <w:pStyle w:val="Default"/>
              <w:jc w:val="both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 w:cs="Times New Roman"/>
              </w:rPr>
              <w:t>Rozróżni rodziny funkcjonalne od dysfunkcjonalnych i wskaże możliwości współpracy i pomocy, interwencji, terapii.</w:t>
            </w:r>
          </w:p>
        </w:tc>
        <w:tc>
          <w:tcPr>
            <w:tcW w:w="1865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6542A7" w:rsidRPr="009C54AE" w:rsidTr="006542A7">
        <w:tc>
          <w:tcPr>
            <w:tcW w:w="1681" w:type="dxa"/>
          </w:tcPr>
          <w:p w:rsidR="006542A7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6542A7" w:rsidRPr="00C4674A" w:rsidRDefault="008543D9" w:rsidP="008543D9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C4674A">
              <w:rPr>
                <w:rFonts w:ascii="Corbel" w:hAnsi="Corbel" w:cs="Times New Roman"/>
                <w:color w:val="auto"/>
              </w:rPr>
              <w:t>Wskaże mocne i słabe strony swojego przygotowania do pracy pedagogicznej z rodziną.</w:t>
            </w:r>
          </w:p>
        </w:tc>
        <w:tc>
          <w:tcPr>
            <w:tcW w:w="1865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6448E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48ED" w:rsidRPr="009C54AE" w:rsidTr="006448ED">
        <w:tc>
          <w:tcPr>
            <w:tcW w:w="9520" w:type="dxa"/>
          </w:tcPr>
          <w:p w:rsidR="006448ED" w:rsidRPr="00241AE3" w:rsidRDefault="006448ED" w:rsidP="006448E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Pedagogika rodziny jako nauka, jej miejsce wśród innych nauk. Zjawiska przemian w małżeństwie i rodzinie</w:t>
            </w:r>
            <w:r>
              <w:rPr>
                <w:rFonts w:ascii="Corbel" w:hAnsi="Corbel"/>
                <w:sz w:val="24"/>
                <w:szCs w:val="24"/>
              </w:rPr>
              <w:t>, historia i współczesność.</w:t>
            </w:r>
          </w:p>
        </w:tc>
      </w:tr>
      <w:tr w:rsidR="006448ED" w:rsidRPr="009C54AE" w:rsidTr="006448ED">
        <w:tc>
          <w:tcPr>
            <w:tcW w:w="9520" w:type="dxa"/>
          </w:tcPr>
          <w:p w:rsidR="006448ED" w:rsidRPr="00241AE3" w:rsidRDefault="006448ED" w:rsidP="006448E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Rodzina, jako podstawowe środowisko wychowawcze dziecka. Rodzina, jako system. </w:t>
            </w:r>
            <w:r w:rsidRPr="00241AE3">
              <w:rPr>
                <w:rFonts w:ascii="Corbel" w:hAnsi="Corbel"/>
                <w:sz w:val="24"/>
                <w:szCs w:val="24"/>
              </w:rPr>
              <w:lastRenderedPageBreak/>
              <w:t xml:space="preserve">Struktura </w:t>
            </w:r>
            <w:r>
              <w:rPr>
                <w:rFonts w:ascii="Corbel" w:hAnsi="Corbel"/>
                <w:sz w:val="24"/>
                <w:szCs w:val="24"/>
              </w:rPr>
              <w:t>rodziny, więzi, cechy, postawy i style wychowania.</w:t>
            </w:r>
          </w:p>
        </w:tc>
      </w:tr>
      <w:tr w:rsidR="006448ED" w:rsidRPr="009C54AE" w:rsidTr="006448ED">
        <w:tc>
          <w:tcPr>
            <w:tcW w:w="9520" w:type="dxa"/>
          </w:tcPr>
          <w:p w:rsidR="006448ED" w:rsidRPr="00241AE3" w:rsidRDefault="006448ED" w:rsidP="006448E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Funkcje rodziny.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Zadania</w:t>
            </w:r>
            <w:r>
              <w:rPr>
                <w:rFonts w:ascii="Corbel" w:hAnsi="Corbel"/>
                <w:sz w:val="24"/>
                <w:szCs w:val="24"/>
              </w:rPr>
              <w:t xml:space="preserve"> opiekuńczo-wychowawcze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rodziny i jej zasoby</w:t>
            </w:r>
            <w:r>
              <w:rPr>
                <w:rFonts w:ascii="Corbel" w:hAnsi="Corbel"/>
                <w:sz w:val="24"/>
                <w:szCs w:val="24"/>
              </w:rPr>
              <w:t>. Granice.</w:t>
            </w:r>
          </w:p>
        </w:tc>
      </w:tr>
      <w:tr w:rsidR="006448ED" w:rsidRPr="009C54AE" w:rsidTr="006448ED">
        <w:tc>
          <w:tcPr>
            <w:tcW w:w="9520" w:type="dxa"/>
          </w:tcPr>
          <w:p w:rsidR="006448ED" w:rsidRPr="00241AE3" w:rsidRDefault="006448ED" w:rsidP="006448E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Komunik</w:t>
            </w:r>
            <w:r>
              <w:rPr>
                <w:rFonts w:ascii="Corbel" w:hAnsi="Corbel"/>
                <w:sz w:val="24"/>
                <w:szCs w:val="24"/>
              </w:rPr>
              <w:t xml:space="preserve">acja interpersonalna w rodzinie, </w:t>
            </w:r>
            <w:r w:rsidRPr="00241AE3">
              <w:rPr>
                <w:rFonts w:ascii="Corbel" w:hAnsi="Corbel"/>
                <w:sz w:val="24"/>
                <w:szCs w:val="24"/>
              </w:rPr>
              <w:t>profilaktyka</w:t>
            </w:r>
            <w:r>
              <w:rPr>
                <w:rFonts w:ascii="Corbel" w:hAnsi="Corbel"/>
                <w:sz w:val="24"/>
                <w:szCs w:val="24"/>
              </w:rPr>
              <w:t xml:space="preserve"> zaburzeń komunikacji rodzinnej, zmiana semantyki.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Negocjacje i mediacje rodzinne.</w:t>
            </w:r>
          </w:p>
        </w:tc>
      </w:tr>
      <w:tr w:rsidR="006448ED" w:rsidRPr="009C54AE" w:rsidTr="006448ED">
        <w:tc>
          <w:tcPr>
            <w:tcW w:w="9520" w:type="dxa"/>
          </w:tcPr>
          <w:p w:rsidR="006448ED" w:rsidRPr="00241AE3" w:rsidRDefault="006448ED" w:rsidP="006448E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Struktura i mechanizmy działania rodziny dysfunkcyjnej. Analiza dysfunkcji rodziny. Mechanizmy wpływające na powstawanie dysfunkcji.</w:t>
            </w:r>
          </w:p>
        </w:tc>
      </w:tr>
      <w:tr w:rsidR="006448ED" w:rsidRPr="009C54AE" w:rsidTr="006448ED">
        <w:tc>
          <w:tcPr>
            <w:tcW w:w="9520" w:type="dxa"/>
          </w:tcPr>
          <w:p w:rsidR="006448ED" w:rsidRPr="00241AE3" w:rsidRDefault="006448ED" w:rsidP="006448E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Przemoc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w rodzinie. Przyczyny stosowania prz</w:t>
            </w:r>
            <w:r>
              <w:rPr>
                <w:rFonts w:ascii="Corbel" w:hAnsi="Corbel"/>
                <w:sz w:val="24"/>
                <w:szCs w:val="24"/>
              </w:rPr>
              <w:t>emocy, cykl przemocy. Interwencja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i profilaktyka</w:t>
            </w:r>
            <w:r>
              <w:rPr>
                <w:rFonts w:ascii="Corbel" w:hAnsi="Corbel"/>
                <w:sz w:val="24"/>
                <w:szCs w:val="24"/>
              </w:rPr>
              <w:t>. Zespoły Interdyscyplinarne.</w:t>
            </w:r>
          </w:p>
        </w:tc>
      </w:tr>
      <w:tr w:rsidR="006448ED" w:rsidRPr="009C54AE" w:rsidTr="006448ED">
        <w:tc>
          <w:tcPr>
            <w:tcW w:w="9520" w:type="dxa"/>
          </w:tcPr>
          <w:p w:rsidR="006448ED" w:rsidRPr="00241AE3" w:rsidRDefault="006448ED" w:rsidP="006448E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Instytucje wspierające dziecko i rodzinę.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543D9">
        <w:rPr>
          <w:rFonts w:ascii="Corbel" w:hAnsi="Corbel"/>
          <w:sz w:val="24"/>
          <w:szCs w:val="24"/>
        </w:rPr>
        <w:t>Problematyka ćwiczeń audytoryjnych</w:t>
      </w:r>
    </w:p>
    <w:p w:rsidR="008543D9" w:rsidRPr="008543D9" w:rsidRDefault="008543D9" w:rsidP="008543D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C33C70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C70" w:rsidRPr="009C54AE" w:rsidTr="00C33C70">
        <w:tc>
          <w:tcPr>
            <w:tcW w:w="9520" w:type="dxa"/>
          </w:tcPr>
          <w:p w:rsidR="00C33C70" w:rsidRPr="00241AE3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Definiowanie podstawowych pojęć z zakresu pedagogiki rodziny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C70" w:rsidRPr="009C54AE" w:rsidTr="00C33C70">
        <w:tc>
          <w:tcPr>
            <w:tcW w:w="9520" w:type="dxa"/>
          </w:tcPr>
          <w:p w:rsidR="00C33C70" w:rsidRPr="00241AE3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Rodzina w badaniach pedagogicznych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C70" w:rsidRPr="009C54AE" w:rsidTr="00C33C70">
        <w:tc>
          <w:tcPr>
            <w:tcW w:w="9520" w:type="dxa"/>
          </w:tcPr>
          <w:p w:rsidR="00C33C70" w:rsidRPr="00241AE3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Przemiany rodziny wobec uwarunkowań kulturowo-społecznych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C70" w:rsidRPr="009C54AE" w:rsidTr="00C33C70">
        <w:tc>
          <w:tcPr>
            <w:tcW w:w="9520" w:type="dxa"/>
          </w:tcPr>
          <w:p w:rsidR="00C33C70" w:rsidRPr="00241AE3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R</w:t>
            </w:r>
            <w:r w:rsidRPr="00241AE3">
              <w:rPr>
                <w:rFonts w:ascii="Corbel" w:hAnsi="Corbel"/>
                <w:sz w:val="24"/>
                <w:szCs w:val="24"/>
              </w:rPr>
              <w:t>ealizacja</w:t>
            </w:r>
            <w:r>
              <w:rPr>
                <w:rFonts w:ascii="Corbel" w:hAnsi="Corbel"/>
                <w:sz w:val="24"/>
                <w:szCs w:val="24"/>
              </w:rPr>
              <w:t xml:space="preserve"> funkcji i potrzeb rodziny na różnych płaszczyznach i obszarach.</w:t>
            </w:r>
          </w:p>
        </w:tc>
      </w:tr>
      <w:tr w:rsidR="00C33C70" w:rsidRPr="009C54AE" w:rsidTr="00C33C70">
        <w:tc>
          <w:tcPr>
            <w:tcW w:w="9520" w:type="dxa"/>
          </w:tcPr>
          <w:p w:rsidR="00C33C70" w:rsidRPr="00241AE3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Typologia i specyfikacja rodzin (rodzina adopcyjna, rodzina zastępcza, rodzina zrekonstruowana, rodzina niepełna, rodzina migracyjna, rodzina dysfunkcyjna</w:t>
            </w:r>
            <w:r>
              <w:rPr>
                <w:rFonts w:ascii="Corbel" w:hAnsi="Corbel"/>
                <w:sz w:val="24"/>
                <w:szCs w:val="24"/>
              </w:rPr>
              <w:t>, itp.</w:t>
            </w:r>
            <w:r w:rsidRPr="00241AE3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C70" w:rsidRPr="009C54AE" w:rsidTr="00C33C70">
        <w:tc>
          <w:tcPr>
            <w:tcW w:w="9520" w:type="dxa"/>
          </w:tcPr>
          <w:p w:rsidR="00C33C70" w:rsidRPr="00241AE3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Zjawiska patologiczne w życiu rodziny, analiza przypadków</w:t>
            </w:r>
            <w:r>
              <w:rPr>
                <w:rFonts w:ascii="Corbel" w:hAnsi="Corbel"/>
                <w:sz w:val="24"/>
                <w:szCs w:val="24"/>
              </w:rPr>
              <w:t xml:space="preserve">. Kryzys w rodzinie i reakcje dzieci. 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Metody wspierania rodziny w sytuacji zaniedbywania dzieci w rodzinie. </w:t>
            </w:r>
          </w:p>
        </w:tc>
      </w:tr>
      <w:tr w:rsidR="00C33C70" w:rsidRPr="009C54AE" w:rsidTr="00C33C70">
        <w:tc>
          <w:tcPr>
            <w:tcW w:w="9520" w:type="dxa"/>
          </w:tcPr>
          <w:p w:rsidR="00C33C70" w:rsidRPr="00241AE3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Przemoc wobec dziecka w rodzinie (przyczyny, przejawy, interwencja, terapia, profilaktyka), egzemplifikacje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C70" w:rsidRPr="009C54AE" w:rsidTr="00C33C70">
        <w:tc>
          <w:tcPr>
            <w:tcW w:w="9520" w:type="dxa"/>
          </w:tcPr>
          <w:p w:rsidR="00C33C70" w:rsidRPr="00241AE3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Społeczne wsparcie rodzin polskich (wspomaganie </w:t>
            </w:r>
            <w:r>
              <w:rPr>
                <w:rFonts w:ascii="Corbel" w:hAnsi="Corbel"/>
                <w:sz w:val="24"/>
                <w:szCs w:val="24"/>
              </w:rPr>
              <w:t xml:space="preserve">instytucjonalne, </w:t>
            </w:r>
            <w:r w:rsidRPr="00241AE3">
              <w:rPr>
                <w:rFonts w:ascii="Corbel" w:hAnsi="Corbel"/>
                <w:sz w:val="24"/>
                <w:szCs w:val="24"/>
              </w:rPr>
              <w:t>socjalne i pedagogiczne)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241AE3">
              <w:rPr>
                <w:rFonts w:ascii="Corbel" w:hAnsi="Corbel"/>
                <w:sz w:val="24"/>
                <w:szCs w:val="24"/>
              </w:rPr>
              <w:t>Rola ojca w rodzinie</w:t>
            </w:r>
            <w:r>
              <w:rPr>
                <w:rFonts w:ascii="Corbel" w:hAnsi="Corbel"/>
                <w:sz w:val="24"/>
                <w:szCs w:val="24"/>
              </w:rPr>
              <w:t>, zadania.</w:t>
            </w:r>
          </w:p>
        </w:tc>
      </w:tr>
      <w:tr w:rsidR="00C33C70" w:rsidRPr="009C54AE" w:rsidTr="00C33C70">
        <w:tc>
          <w:tcPr>
            <w:tcW w:w="9520" w:type="dxa"/>
          </w:tcPr>
          <w:p w:rsidR="00C33C70" w:rsidRPr="00241AE3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Rodzinne uwarunkowania </w:t>
            </w:r>
            <w:r>
              <w:rPr>
                <w:rFonts w:ascii="Corbel" w:hAnsi="Corbel"/>
                <w:sz w:val="24"/>
                <w:szCs w:val="24"/>
              </w:rPr>
              <w:t xml:space="preserve">podejmowania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ryzykownych i </w:t>
            </w:r>
            <w:r w:rsidRPr="00241AE3">
              <w:rPr>
                <w:rFonts w:ascii="Corbel" w:hAnsi="Corbel"/>
                <w:sz w:val="24"/>
                <w:szCs w:val="24"/>
              </w:rPr>
              <w:t>przestępczości nieletnich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C70" w:rsidRPr="009C54AE" w:rsidTr="00C33C70">
        <w:tc>
          <w:tcPr>
            <w:tcW w:w="9520" w:type="dxa"/>
          </w:tcPr>
          <w:p w:rsidR="00C33C70" w:rsidRPr="00241AE3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Relacje pomiędzy współczesną szkołą i rodzicami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241AE3">
              <w:rPr>
                <w:rFonts w:ascii="Corbel" w:hAnsi="Corbel"/>
                <w:sz w:val="24"/>
                <w:szCs w:val="24"/>
              </w:rPr>
              <w:t>Wpływ rodziny na start społeczny i edukacyjny dzieci i młodzieży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C70" w:rsidRPr="009C54AE" w:rsidTr="00C33C70">
        <w:tc>
          <w:tcPr>
            <w:tcW w:w="9520" w:type="dxa"/>
          </w:tcPr>
          <w:p w:rsidR="00C33C70" w:rsidRPr="00241AE3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Kierunki rozwoju współpracy rodziny i szkoły</w:t>
            </w:r>
            <w:r>
              <w:rPr>
                <w:rFonts w:ascii="Corbel" w:hAnsi="Corbel"/>
                <w:sz w:val="24"/>
                <w:szCs w:val="24"/>
              </w:rPr>
              <w:t xml:space="preserve">, akty prawne. </w:t>
            </w:r>
            <w:r w:rsidRPr="00241AE3">
              <w:rPr>
                <w:rFonts w:ascii="Corbel" w:hAnsi="Corbel"/>
                <w:sz w:val="24"/>
                <w:szCs w:val="24"/>
              </w:rPr>
              <w:t>Metody wychowania w rodzinie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C70" w:rsidRPr="009C54AE" w:rsidTr="00C33C70">
        <w:tc>
          <w:tcPr>
            <w:tcW w:w="9520" w:type="dxa"/>
          </w:tcPr>
          <w:p w:rsidR="00C33C70" w:rsidRPr="00241AE3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Rola rodziny w procesie edukacji zdrowotnej</w:t>
            </w:r>
            <w:r>
              <w:rPr>
                <w:rFonts w:ascii="Corbel" w:hAnsi="Corbel"/>
                <w:sz w:val="24"/>
                <w:szCs w:val="24"/>
              </w:rPr>
              <w:t xml:space="preserve"> i moralnej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dzieci i młodzieży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33C70" w:rsidRDefault="00C33C70" w:rsidP="00C33C70">
      <w:pPr>
        <w:rPr>
          <w:rFonts w:ascii="Corbel" w:hAnsi="Corbel"/>
          <w:sz w:val="24"/>
          <w:szCs w:val="24"/>
        </w:rPr>
      </w:pPr>
      <w:r w:rsidRPr="00241AE3">
        <w:rPr>
          <w:rFonts w:ascii="Corbel" w:hAnsi="Corbel"/>
          <w:sz w:val="24"/>
          <w:szCs w:val="24"/>
        </w:rPr>
        <w:t xml:space="preserve">Wykład problemowy, wykład z prezentacją multimedialną, film, </w:t>
      </w:r>
    </w:p>
    <w:p w:rsidR="00C33C70" w:rsidRPr="00241AE3" w:rsidRDefault="00C33C70" w:rsidP="00C33C70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</w:t>
      </w:r>
      <w:r w:rsidRPr="00241AE3">
        <w:rPr>
          <w:rFonts w:ascii="Corbel" w:hAnsi="Corbel"/>
          <w:sz w:val="24"/>
          <w:szCs w:val="24"/>
        </w:rPr>
        <w:t>wiczenia projekcyjne, dyskusja, praca w grupach, rozwiązywanie zadań, ćwiczenia praktyczne.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4A49F8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B2557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A49F8" w:rsidRPr="009C54AE" w:rsidTr="004A49F8">
        <w:tc>
          <w:tcPr>
            <w:tcW w:w="1962" w:type="dxa"/>
          </w:tcPr>
          <w:p w:rsidR="004A49F8" w:rsidRPr="009C54AE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4A49F8" w:rsidRPr="00241AE3" w:rsidRDefault="004A49F8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Egzamin, kolokwium</w:t>
            </w:r>
          </w:p>
        </w:tc>
        <w:tc>
          <w:tcPr>
            <w:tcW w:w="2117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4A49F8" w:rsidRPr="009C54AE" w:rsidTr="004A49F8">
        <w:tc>
          <w:tcPr>
            <w:tcW w:w="1962" w:type="dxa"/>
          </w:tcPr>
          <w:p w:rsidR="004A49F8" w:rsidRPr="009C54AE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4A49F8" w:rsidRPr="00241AE3" w:rsidRDefault="004A49F8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Egzamin, kolokwium</w:t>
            </w:r>
          </w:p>
        </w:tc>
        <w:tc>
          <w:tcPr>
            <w:tcW w:w="2117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4A49F8" w:rsidRPr="009C54AE" w:rsidTr="004A49F8">
        <w:tc>
          <w:tcPr>
            <w:tcW w:w="1962" w:type="dxa"/>
          </w:tcPr>
          <w:p w:rsidR="004A49F8" w:rsidRPr="009C54AE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4A49F8" w:rsidRPr="00241AE3" w:rsidRDefault="004A49F8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Egzamin, kolokwium</w:t>
            </w:r>
          </w:p>
        </w:tc>
        <w:tc>
          <w:tcPr>
            <w:tcW w:w="2117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4A49F8" w:rsidRPr="009C54AE" w:rsidTr="004A49F8">
        <w:tc>
          <w:tcPr>
            <w:tcW w:w="1962" w:type="dxa"/>
          </w:tcPr>
          <w:p w:rsidR="004A49F8" w:rsidRPr="009C54AE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4A49F8" w:rsidRPr="00241AE3" w:rsidRDefault="004A49F8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Egzamin, kolokwium</w:t>
            </w:r>
          </w:p>
        </w:tc>
        <w:tc>
          <w:tcPr>
            <w:tcW w:w="2117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4A49F8" w:rsidRPr="009C54AE" w:rsidTr="004A49F8">
        <w:tc>
          <w:tcPr>
            <w:tcW w:w="1962" w:type="dxa"/>
          </w:tcPr>
          <w:p w:rsidR="004A49F8" w:rsidRPr="009C54AE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4A49F8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25572">
              <w:rPr>
                <w:rFonts w:ascii="Corbel" w:hAnsi="Corbel"/>
                <w:sz w:val="24"/>
                <w:szCs w:val="24"/>
              </w:rPr>
              <w:t xml:space="preserve">obserwacja na </w:t>
            </w:r>
            <w:r w:rsidR="008D6ED0" w:rsidRPr="00B25572">
              <w:rPr>
                <w:rFonts w:ascii="Corbel" w:hAnsi="Corbel"/>
                <w:sz w:val="24"/>
                <w:szCs w:val="24"/>
              </w:rPr>
              <w:t>zajęciach</w:t>
            </w:r>
          </w:p>
        </w:tc>
        <w:tc>
          <w:tcPr>
            <w:tcW w:w="2117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33C70" w:rsidRPr="00241AE3" w:rsidRDefault="00C33C70" w:rsidP="008543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AE3">
              <w:rPr>
                <w:rFonts w:ascii="Corbel" w:hAnsi="Corbel"/>
                <w:b w:val="0"/>
                <w:smallCaps w:val="0"/>
                <w:szCs w:val="24"/>
              </w:rPr>
              <w:t>Zaliczenie wykładu na podstawie obowiązkowej obecności i zdanej lektury, napisanie testu egzaminującego</w:t>
            </w:r>
            <w:r w:rsidR="00B12A6C">
              <w:rPr>
                <w:rFonts w:ascii="Corbel" w:hAnsi="Corbel"/>
                <w:b w:val="0"/>
                <w:smallCaps w:val="0"/>
                <w:szCs w:val="24"/>
              </w:rPr>
              <w:t xml:space="preserve"> wiedzę studenta i umiejętności powyżej 51% możliwych punktów.</w:t>
            </w:r>
          </w:p>
          <w:p w:rsidR="00C33C70" w:rsidRPr="00241AE3" w:rsidRDefault="00C33C70" w:rsidP="008543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AE3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zaliczenie z oceną; </w:t>
            </w:r>
          </w:p>
          <w:p w:rsidR="0085747A" w:rsidRPr="009C54AE" w:rsidRDefault="00C33C70" w:rsidP="008543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AE3">
              <w:rPr>
                <w:rFonts w:ascii="Corbel" w:hAnsi="Corbel"/>
                <w:b w:val="0"/>
                <w:smallCaps w:val="0"/>
                <w:szCs w:val="24"/>
              </w:rPr>
              <w:t>Przygotow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anie i przeprowadzenie</w:t>
            </w:r>
            <w:r w:rsidRPr="00241AE3">
              <w:rPr>
                <w:rFonts w:ascii="Corbel" w:hAnsi="Corbel"/>
                <w:b w:val="0"/>
                <w:smallCaps w:val="0"/>
                <w:szCs w:val="24"/>
              </w:rPr>
              <w:t xml:space="preserve"> zajęć,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zaliczenie z wejściówek,</w:t>
            </w:r>
            <w:r w:rsidRPr="00241AE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z </w:t>
            </w:r>
            <w:r w:rsidRPr="00241AE3">
              <w:rPr>
                <w:rFonts w:ascii="Corbel" w:hAnsi="Corbel"/>
                <w:b w:val="0"/>
                <w:smallCaps w:val="0"/>
                <w:szCs w:val="24"/>
              </w:rPr>
              <w:t>kolokwium.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8543D9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43D9">
              <w:rPr>
                <w:rFonts w:ascii="Corbel" w:hAnsi="Corbel"/>
                <w:sz w:val="24"/>
                <w:szCs w:val="24"/>
              </w:rPr>
              <w:t>G</w:t>
            </w:r>
            <w:r w:rsidR="0085747A" w:rsidRPr="008543D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543D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543D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543D9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8543D9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8543D9">
              <w:rPr>
                <w:rFonts w:ascii="Corbel" w:hAnsi="Corbel"/>
                <w:sz w:val="24"/>
                <w:szCs w:val="24"/>
              </w:rPr>
              <w:t> </w:t>
            </w:r>
            <w:r w:rsidR="0045729E" w:rsidRPr="008543D9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8543D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543D9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8543D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943F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8543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43D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8543D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8543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43D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811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8543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43D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543D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543D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8543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43D9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943FF3" w:rsidRPr="008543D9">
              <w:rPr>
                <w:rFonts w:ascii="Corbel" w:hAnsi="Corbel"/>
                <w:sz w:val="24"/>
                <w:szCs w:val="24"/>
              </w:rPr>
              <w:t xml:space="preserve">gzaminu, kolokwium, przeczytanie lektury i literatury przedmiotu </w:t>
            </w:r>
            <w:r w:rsidRPr="008543D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811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943F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943F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543D9" w:rsidRDefault="008543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F13D8" w:rsidRDefault="001F13D8" w:rsidP="001F13D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Badora S, </w:t>
            </w:r>
            <w:proofErr w:type="spellStart"/>
            <w:r w:rsidRPr="00241AE3">
              <w:rPr>
                <w:rFonts w:ascii="Corbel" w:hAnsi="Corbel"/>
                <w:sz w:val="24"/>
                <w:szCs w:val="24"/>
              </w:rPr>
              <w:t>Czeredrecka</w:t>
            </w:r>
            <w:proofErr w:type="spellEnd"/>
            <w:r w:rsidRPr="00241AE3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Rodzina i formy jej wspomagania</w:t>
            </w:r>
            <w:r w:rsidRPr="00241AE3">
              <w:rPr>
                <w:rFonts w:ascii="Corbel" w:hAnsi="Corbel"/>
                <w:sz w:val="24"/>
                <w:szCs w:val="24"/>
              </w:rPr>
              <w:t>, Kraków 2</w:t>
            </w:r>
            <w:r>
              <w:rPr>
                <w:rFonts w:ascii="Corbel" w:hAnsi="Corbel"/>
                <w:sz w:val="24"/>
                <w:szCs w:val="24"/>
              </w:rPr>
              <w:t>001.</w:t>
            </w:r>
          </w:p>
          <w:p w:rsidR="001F13D8" w:rsidRPr="00241AE3" w:rsidRDefault="001F13D8" w:rsidP="001F13D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Barbaro B.,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Wprowadzenie do systemowego rozumienia rodziny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, Kraków </w:t>
            </w:r>
            <w:r w:rsidRPr="00241AE3">
              <w:rPr>
                <w:rFonts w:ascii="Corbel" w:hAnsi="Corbel"/>
                <w:sz w:val="24"/>
                <w:szCs w:val="24"/>
              </w:rPr>
              <w:lastRenderedPageBreak/>
              <w:t>1999.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eastAsia="Calibri" w:hAnsi="Corbel"/>
              </w:rPr>
              <w:t>Duraj-Nowakowa K., Gruca-</w:t>
            </w:r>
            <w:proofErr w:type="spellStart"/>
            <w:r w:rsidRPr="00241AE3">
              <w:rPr>
                <w:rFonts w:ascii="Corbel" w:eastAsia="Calibri" w:hAnsi="Corbel"/>
              </w:rPr>
              <w:t>Miąsik</w:t>
            </w:r>
            <w:proofErr w:type="spellEnd"/>
            <w:r w:rsidRPr="00241AE3">
              <w:rPr>
                <w:rFonts w:ascii="Corbel" w:eastAsia="Calibri" w:hAnsi="Corbel"/>
              </w:rPr>
              <w:t xml:space="preserve"> U., </w:t>
            </w:r>
            <w:r w:rsidRPr="00B12A6C">
              <w:rPr>
                <w:rFonts w:ascii="Corbel" w:eastAsia="Calibri" w:hAnsi="Corbel"/>
                <w:i/>
              </w:rPr>
              <w:t>Rodzina, diagnoza, profilaktyka i wsparcie.</w:t>
            </w:r>
            <w:r w:rsidRPr="00241AE3">
              <w:rPr>
                <w:rFonts w:ascii="Corbel" w:eastAsia="Calibri" w:hAnsi="Corbel"/>
              </w:rPr>
              <w:t xml:space="preserve"> Wyd. UR. Rzeszów 2009.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 xml:space="preserve">Faber A., </w:t>
            </w:r>
            <w:proofErr w:type="spellStart"/>
            <w:r w:rsidRPr="00241AE3">
              <w:rPr>
                <w:rFonts w:ascii="Corbel" w:hAnsi="Corbel"/>
              </w:rPr>
              <w:t>Mazlish</w:t>
            </w:r>
            <w:proofErr w:type="spellEnd"/>
            <w:r w:rsidRPr="00241AE3">
              <w:rPr>
                <w:rFonts w:ascii="Corbel" w:hAnsi="Corbel"/>
              </w:rPr>
              <w:t xml:space="preserve"> E., </w:t>
            </w:r>
            <w:r w:rsidRPr="00B12A6C">
              <w:rPr>
                <w:rFonts w:ascii="Corbel" w:hAnsi="Corbel"/>
                <w:i/>
              </w:rPr>
              <w:t>Jak mówić do nastolatków żeby nas słuchały, jak słuchać żeby z nami rozmawiały</w:t>
            </w:r>
            <w:r w:rsidRPr="00241AE3">
              <w:rPr>
                <w:rFonts w:ascii="Corbel" w:hAnsi="Corbel"/>
              </w:rPr>
              <w:t>, Poznań 2005.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 xml:space="preserve">Gawęcka M., </w:t>
            </w:r>
            <w:r w:rsidRPr="00241AE3">
              <w:rPr>
                <w:rFonts w:ascii="Corbel" w:hAnsi="Corbel"/>
                <w:i/>
              </w:rPr>
              <w:t>Poczucie osamotnienia dziecka w rodzinie własnej,</w:t>
            </w:r>
            <w:r w:rsidRPr="00241AE3">
              <w:rPr>
                <w:rFonts w:ascii="Corbel" w:hAnsi="Corbel"/>
              </w:rPr>
              <w:t xml:space="preserve"> Toruń 2005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eastAsia="Calibri" w:hAnsi="Corbel"/>
              </w:rPr>
              <w:t>Gruca-</w:t>
            </w:r>
            <w:proofErr w:type="spellStart"/>
            <w:r w:rsidRPr="00241AE3">
              <w:rPr>
                <w:rFonts w:ascii="Corbel" w:eastAsia="Calibri" w:hAnsi="Corbel"/>
              </w:rPr>
              <w:t>Miąsik</w:t>
            </w:r>
            <w:proofErr w:type="spellEnd"/>
            <w:r w:rsidRPr="00241AE3">
              <w:rPr>
                <w:rFonts w:ascii="Corbel" w:eastAsia="Calibri" w:hAnsi="Corbel"/>
              </w:rPr>
              <w:t xml:space="preserve"> U., </w:t>
            </w:r>
            <w:r w:rsidRPr="00B12A6C">
              <w:rPr>
                <w:rFonts w:ascii="Corbel" w:eastAsia="Calibri" w:hAnsi="Corbel"/>
                <w:i/>
              </w:rPr>
              <w:t>Rodzina toksyczna</w:t>
            </w:r>
            <w:r w:rsidRPr="00241AE3">
              <w:rPr>
                <w:rFonts w:ascii="Corbel" w:eastAsia="Calibri" w:hAnsi="Corbel"/>
              </w:rPr>
              <w:t xml:space="preserve"> [w:] </w:t>
            </w:r>
            <w:r w:rsidRPr="00B12A6C">
              <w:rPr>
                <w:rFonts w:ascii="Corbel" w:eastAsia="Calibri" w:hAnsi="Corbel"/>
                <w:i/>
              </w:rPr>
              <w:t xml:space="preserve">Encyklopedia </w:t>
            </w:r>
            <w:proofErr w:type="spellStart"/>
            <w:r w:rsidRPr="00B12A6C">
              <w:rPr>
                <w:rFonts w:ascii="Corbel" w:eastAsia="Calibri" w:hAnsi="Corbel"/>
                <w:i/>
              </w:rPr>
              <w:t>XXIw</w:t>
            </w:r>
            <w:proofErr w:type="spellEnd"/>
            <w:r w:rsidRPr="00241AE3">
              <w:rPr>
                <w:rFonts w:ascii="Corbel" w:eastAsia="Calibri" w:hAnsi="Corbel"/>
              </w:rPr>
              <w:t>, red. T. Pilch, Warszawa 2007.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>Gruca-</w:t>
            </w:r>
            <w:proofErr w:type="spellStart"/>
            <w:r w:rsidRPr="00241AE3">
              <w:rPr>
                <w:rFonts w:ascii="Corbel" w:hAnsi="Corbel"/>
              </w:rPr>
              <w:t>Miąsik</w:t>
            </w:r>
            <w:proofErr w:type="spellEnd"/>
            <w:r w:rsidRPr="00241AE3">
              <w:rPr>
                <w:rFonts w:ascii="Corbel" w:hAnsi="Corbel"/>
              </w:rPr>
              <w:t xml:space="preserve"> U., </w:t>
            </w:r>
            <w:r w:rsidRPr="00241AE3">
              <w:rPr>
                <w:rFonts w:ascii="Corbel" w:hAnsi="Corbel"/>
                <w:i/>
              </w:rPr>
              <w:t xml:space="preserve">Pomoc, opieka, wsparcie dziecka i rodziny, </w:t>
            </w:r>
            <w:r w:rsidRPr="00241AE3">
              <w:rPr>
                <w:rFonts w:ascii="Corbel" w:hAnsi="Corbel"/>
              </w:rPr>
              <w:t>Rzeszów 2006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>Gruca-</w:t>
            </w:r>
            <w:proofErr w:type="spellStart"/>
            <w:r w:rsidRPr="00241AE3">
              <w:rPr>
                <w:rFonts w:ascii="Corbel" w:hAnsi="Corbel"/>
              </w:rPr>
              <w:t>Miąsik</w:t>
            </w:r>
            <w:proofErr w:type="spellEnd"/>
            <w:r w:rsidRPr="00241AE3">
              <w:rPr>
                <w:rFonts w:ascii="Corbel" w:hAnsi="Corbel"/>
              </w:rPr>
              <w:t xml:space="preserve"> U. (red.), </w:t>
            </w:r>
            <w:proofErr w:type="spellStart"/>
            <w:r w:rsidRPr="00B12A6C">
              <w:rPr>
                <w:rFonts w:ascii="Corbel" w:hAnsi="Corbel"/>
                <w:i/>
              </w:rPr>
              <w:t>Familiologia</w:t>
            </w:r>
            <w:proofErr w:type="spellEnd"/>
            <w:r w:rsidRPr="00B12A6C">
              <w:rPr>
                <w:rFonts w:ascii="Corbel" w:hAnsi="Corbel"/>
                <w:i/>
              </w:rPr>
              <w:t xml:space="preserve"> XXI wieku</w:t>
            </w:r>
            <w:r>
              <w:rPr>
                <w:rFonts w:ascii="Corbel" w:hAnsi="Corbel"/>
              </w:rPr>
              <w:t>,</w:t>
            </w:r>
            <w:r w:rsidRPr="00241AE3">
              <w:rPr>
                <w:rFonts w:ascii="Corbel" w:hAnsi="Corbel"/>
              </w:rPr>
              <w:t xml:space="preserve"> Rzeszów 2014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Gruca-</w:t>
            </w:r>
            <w:proofErr w:type="spellStart"/>
            <w:r>
              <w:rPr>
                <w:rFonts w:ascii="Corbel" w:hAnsi="Corbel"/>
              </w:rPr>
              <w:t>Miąsik</w:t>
            </w:r>
            <w:proofErr w:type="spellEnd"/>
            <w:r>
              <w:rPr>
                <w:rFonts w:ascii="Corbel" w:hAnsi="Corbel"/>
              </w:rPr>
              <w:t xml:space="preserve"> U. (red.), </w:t>
            </w:r>
            <w:r w:rsidRPr="00B12A6C">
              <w:rPr>
                <w:rFonts w:ascii="Corbel" w:hAnsi="Corbel"/>
                <w:i/>
              </w:rPr>
              <w:t>Opieka jako kategoria wychowawcza. Metody i formy stymulowania dzieci i młodzieży w rodzinie i środowisku lokalnym,</w:t>
            </w:r>
            <w:r>
              <w:rPr>
                <w:rFonts w:ascii="Corbel" w:hAnsi="Corbel"/>
              </w:rPr>
              <w:t xml:space="preserve"> Rzeszów 2016.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 xml:space="preserve">Janicka I., </w:t>
            </w:r>
            <w:r w:rsidRPr="00241AE3">
              <w:rPr>
                <w:rFonts w:ascii="Corbel" w:hAnsi="Corbel"/>
                <w:i/>
              </w:rPr>
              <w:t>Rodzice i dzieci w różnych systemach rodzinnych,</w:t>
            </w:r>
            <w:r w:rsidRPr="00241AE3">
              <w:rPr>
                <w:rFonts w:ascii="Corbel" w:hAnsi="Corbel"/>
              </w:rPr>
              <w:t xml:space="preserve"> Kraków 2010</w:t>
            </w:r>
          </w:p>
          <w:p w:rsidR="001F13D8" w:rsidRPr="00241AE3" w:rsidRDefault="001F13D8" w:rsidP="001F13D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Kawula S., </w:t>
            </w:r>
            <w:proofErr w:type="spellStart"/>
            <w:r w:rsidRPr="00241AE3">
              <w:rPr>
                <w:rFonts w:ascii="Corbel" w:hAnsi="Corbel"/>
                <w:sz w:val="24"/>
                <w:szCs w:val="24"/>
              </w:rPr>
              <w:t>Brągiel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J., </w:t>
            </w:r>
            <w:proofErr w:type="spellStart"/>
            <w:r w:rsidRPr="00241AE3">
              <w:rPr>
                <w:rFonts w:ascii="Corbel" w:hAnsi="Corbel"/>
                <w:sz w:val="24"/>
                <w:szCs w:val="24"/>
              </w:rPr>
              <w:t>Janke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A.,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Pedagogika rodziny. Obszary i panorama problematyki.</w:t>
            </w:r>
            <w:r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2009.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  <w:bCs/>
              </w:rPr>
              <w:t xml:space="preserve">Mazur J., </w:t>
            </w:r>
            <w:r w:rsidRPr="00241AE3">
              <w:rPr>
                <w:rFonts w:ascii="Corbel" w:hAnsi="Corbel"/>
                <w:bCs/>
                <w:i/>
              </w:rPr>
              <w:t>Przemoc w rodzinie</w:t>
            </w:r>
            <w:r w:rsidRPr="00241AE3">
              <w:rPr>
                <w:rFonts w:ascii="Corbel" w:hAnsi="Corbel"/>
                <w:bCs/>
              </w:rPr>
              <w:t>, Warszawa, 2002</w:t>
            </w:r>
          </w:p>
          <w:p w:rsidR="001F13D8" w:rsidRPr="00241AE3" w:rsidRDefault="001F13D8" w:rsidP="001F13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1AE3">
              <w:rPr>
                <w:rFonts w:ascii="Corbel" w:hAnsi="Corbel"/>
                <w:sz w:val="24"/>
                <w:szCs w:val="24"/>
              </w:rPr>
              <w:t>Olubiński</w:t>
            </w:r>
            <w:proofErr w:type="spellEnd"/>
            <w:r w:rsidRPr="00241AE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41AE3">
              <w:rPr>
                <w:rFonts w:ascii="Corbel" w:hAnsi="Corbel"/>
                <w:i/>
                <w:sz w:val="24"/>
                <w:szCs w:val="24"/>
              </w:rPr>
              <w:t>Konflikty rodzice – dzieci. Dramat czy szansa</w:t>
            </w:r>
            <w:r w:rsidRPr="00241AE3">
              <w:rPr>
                <w:rFonts w:ascii="Corbel" w:hAnsi="Corbel"/>
                <w:sz w:val="24"/>
                <w:szCs w:val="24"/>
              </w:rPr>
              <w:t>?, Toruń 1992</w:t>
            </w:r>
          </w:p>
          <w:p w:rsidR="001F13D8" w:rsidRPr="00241AE3" w:rsidRDefault="001F13D8" w:rsidP="001F13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1AE3">
              <w:rPr>
                <w:rFonts w:ascii="Corbel" w:hAnsi="Corbel"/>
                <w:bCs/>
                <w:sz w:val="24"/>
                <w:szCs w:val="24"/>
              </w:rPr>
              <w:t>Sajkowska</w:t>
            </w:r>
            <w:proofErr w:type="spellEnd"/>
            <w:r w:rsidRPr="00241AE3">
              <w:rPr>
                <w:rFonts w:ascii="Corbel" w:hAnsi="Corbel"/>
                <w:bCs/>
                <w:sz w:val="24"/>
                <w:szCs w:val="24"/>
              </w:rPr>
              <w:t xml:space="preserve"> M. (red.) </w:t>
            </w:r>
            <w:r w:rsidRPr="00241AE3">
              <w:rPr>
                <w:rFonts w:ascii="Corbel" w:hAnsi="Corbel"/>
                <w:bCs/>
                <w:i/>
                <w:sz w:val="24"/>
                <w:szCs w:val="24"/>
              </w:rPr>
              <w:t>Jak organizować lokalny system pomocy dzieciom krzywdzonym</w:t>
            </w:r>
            <w:r w:rsidRPr="00241AE3">
              <w:rPr>
                <w:rFonts w:ascii="Corbel" w:hAnsi="Corbel"/>
                <w:bCs/>
                <w:sz w:val="24"/>
                <w:szCs w:val="24"/>
              </w:rPr>
              <w:t>, Warszawa 1998</w:t>
            </w:r>
          </w:p>
          <w:p w:rsidR="001F13D8" w:rsidRPr="00241AE3" w:rsidRDefault="001F13D8" w:rsidP="001F13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Seweryn A.M., </w:t>
            </w:r>
            <w:r w:rsidRPr="00241AE3">
              <w:rPr>
                <w:rFonts w:ascii="Corbel" w:hAnsi="Corbel"/>
                <w:i/>
                <w:sz w:val="24"/>
                <w:szCs w:val="24"/>
              </w:rPr>
              <w:t>Uczeń z rodziny dysfunkcyjnej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Warszawa 2004</w:t>
            </w:r>
          </w:p>
          <w:p w:rsidR="001F13D8" w:rsidRPr="00241AE3" w:rsidRDefault="001F13D8" w:rsidP="001F13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Sikorski W., </w:t>
            </w:r>
            <w:r w:rsidRPr="00241AE3">
              <w:rPr>
                <w:rFonts w:ascii="Corbel" w:hAnsi="Corbel"/>
                <w:i/>
                <w:sz w:val="24"/>
                <w:szCs w:val="24"/>
              </w:rPr>
              <w:t>Bezsłowne komunikowanie się w psychoterapii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, Kraków, 2001 </w:t>
            </w:r>
          </w:p>
          <w:p w:rsidR="001F13D8" w:rsidRDefault="001F13D8" w:rsidP="001F13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Wilk J.,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Pedagogika rodziny</w:t>
            </w:r>
            <w:r w:rsidRPr="00241AE3">
              <w:rPr>
                <w:rFonts w:ascii="Corbel" w:hAnsi="Corbel"/>
                <w:sz w:val="24"/>
                <w:szCs w:val="24"/>
              </w:rPr>
              <w:t>, Lublin 2002.</w:t>
            </w:r>
          </w:p>
          <w:p w:rsidR="001F13D8" w:rsidRPr="00B12A6C" w:rsidRDefault="00B12A6C" w:rsidP="00B12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Krzesińska-Żach B.,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Pedagogika rodziny. Przewodnik do ćwiczeń</w:t>
            </w:r>
            <w:r>
              <w:rPr>
                <w:rFonts w:ascii="Corbel" w:hAnsi="Corbel"/>
                <w:sz w:val="24"/>
                <w:szCs w:val="24"/>
              </w:rPr>
              <w:t>, Białystok 2007.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8543D9" w:rsidRDefault="008543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F13D8" w:rsidRDefault="001F13D8" w:rsidP="001F13D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Błasiak A., Dybowska E.,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Wybrane zagadnienia pedagogiki rodziny</w:t>
            </w:r>
            <w:r>
              <w:rPr>
                <w:rFonts w:ascii="Corbel" w:hAnsi="Corbel"/>
                <w:sz w:val="24"/>
                <w:szCs w:val="24"/>
              </w:rPr>
              <w:t>, Kraków 2010</w:t>
            </w:r>
          </w:p>
          <w:p w:rsidR="001F13D8" w:rsidRDefault="001F13D8" w:rsidP="001F13D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 w:rsidRPr="00241AE3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241AE3">
              <w:rPr>
                <w:rFonts w:ascii="Corbel" w:hAnsi="Corbel"/>
                <w:sz w:val="24"/>
                <w:szCs w:val="24"/>
              </w:rPr>
              <w:t xml:space="preserve"> U. (red.)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Rodzina – centrum świata</w:t>
            </w:r>
            <w:r w:rsidR="0008463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41AE3">
              <w:rPr>
                <w:rFonts w:ascii="Corbel" w:hAnsi="Corbel"/>
                <w:sz w:val="24"/>
                <w:szCs w:val="24"/>
              </w:rPr>
              <w:t>Rzeszów 2014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 xml:space="preserve">Grzesiuk L., </w:t>
            </w:r>
            <w:proofErr w:type="spellStart"/>
            <w:r w:rsidRPr="00241AE3">
              <w:rPr>
                <w:rFonts w:ascii="Corbel" w:hAnsi="Corbel"/>
              </w:rPr>
              <w:t>Tryjarska</w:t>
            </w:r>
            <w:proofErr w:type="spellEnd"/>
            <w:r w:rsidRPr="00241AE3">
              <w:rPr>
                <w:rFonts w:ascii="Corbel" w:hAnsi="Corbel"/>
              </w:rPr>
              <w:t xml:space="preserve"> B., </w:t>
            </w:r>
            <w:r w:rsidRPr="0008463A">
              <w:rPr>
                <w:rFonts w:ascii="Corbel" w:hAnsi="Corbel"/>
                <w:i/>
              </w:rPr>
              <w:t>Jak pomagać sobie, rodzinie i innym</w:t>
            </w:r>
            <w:r>
              <w:rPr>
                <w:rFonts w:ascii="Corbel" w:hAnsi="Corbel"/>
              </w:rPr>
              <w:t>, Warszawa 1997.</w:t>
            </w:r>
          </w:p>
          <w:p w:rsidR="001F13D8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 w:rsidRPr="00241AE3">
              <w:rPr>
                <w:rFonts w:ascii="Corbel" w:hAnsi="Corbel"/>
              </w:rPr>
              <w:t>Janke</w:t>
            </w:r>
            <w:proofErr w:type="spellEnd"/>
            <w:r w:rsidRPr="00241AE3">
              <w:rPr>
                <w:rFonts w:ascii="Corbel" w:hAnsi="Corbel"/>
              </w:rPr>
              <w:t xml:space="preserve"> A., </w:t>
            </w:r>
            <w:r w:rsidRPr="0008463A">
              <w:rPr>
                <w:rFonts w:ascii="Corbel" w:hAnsi="Corbel"/>
                <w:i/>
              </w:rPr>
              <w:t>Pedagogiczna relacja rodzina – szkoła. Dylematy czasu przemian</w:t>
            </w:r>
            <w:r w:rsidRPr="00241AE3">
              <w:rPr>
                <w:rFonts w:ascii="Corbel" w:hAnsi="Corbel"/>
              </w:rPr>
              <w:t>, Bydgoszcz 1995.</w:t>
            </w:r>
          </w:p>
          <w:p w:rsidR="001F13D8" w:rsidRPr="00B7592E" w:rsidRDefault="001F13D8" w:rsidP="001F13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1AE3">
              <w:rPr>
                <w:rFonts w:ascii="Corbel" w:hAnsi="Corbel"/>
                <w:sz w:val="24"/>
                <w:szCs w:val="24"/>
              </w:rPr>
              <w:t>Krasiejko</w:t>
            </w:r>
            <w:proofErr w:type="spellEnd"/>
            <w:r w:rsidRPr="00241AE3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241AE3">
              <w:rPr>
                <w:rFonts w:ascii="Corbel" w:hAnsi="Corbel"/>
                <w:i/>
                <w:sz w:val="24"/>
                <w:szCs w:val="24"/>
              </w:rPr>
              <w:t>Metodyka działania asystenta rodziny. Podejście skoncentrowane na rozwiązaniach w pracy socjalnej</w:t>
            </w:r>
            <w:r>
              <w:rPr>
                <w:rFonts w:ascii="Corbel" w:hAnsi="Corbel"/>
                <w:sz w:val="24"/>
                <w:szCs w:val="24"/>
              </w:rPr>
              <w:t>, Katowice 2010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 xml:space="preserve">Kwak A., </w:t>
            </w:r>
            <w:r w:rsidRPr="00241AE3">
              <w:rPr>
                <w:rFonts w:ascii="Corbel" w:hAnsi="Corbel"/>
                <w:i/>
              </w:rPr>
              <w:t>Rodzina i jej przemi</w:t>
            </w:r>
            <w:r w:rsidRPr="00241AE3">
              <w:rPr>
                <w:rFonts w:ascii="Corbel" w:hAnsi="Corbel"/>
              </w:rPr>
              <w:t>any, Warszawa 1994.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 xml:space="preserve">Liszcz K., </w:t>
            </w:r>
            <w:r w:rsidRPr="00241AE3">
              <w:rPr>
                <w:rFonts w:ascii="Corbel" w:hAnsi="Corbel"/>
                <w:i/>
              </w:rPr>
              <w:t>Dziecko z FAS w szkole i w domu</w:t>
            </w:r>
            <w:r w:rsidRPr="00241AE3">
              <w:rPr>
                <w:rFonts w:ascii="Corbel" w:hAnsi="Corbel"/>
              </w:rPr>
              <w:t>, Kraków 2011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 xml:space="preserve">Namysłowska I., </w:t>
            </w:r>
            <w:r w:rsidRPr="0080298C">
              <w:rPr>
                <w:rFonts w:ascii="Corbel" w:hAnsi="Corbel"/>
                <w:i/>
              </w:rPr>
              <w:t>Terapia rodziny</w:t>
            </w:r>
            <w:r w:rsidRPr="00241AE3">
              <w:rPr>
                <w:rFonts w:ascii="Corbel" w:hAnsi="Corbel"/>
              </w:rPr>
              <w:t>, Warszawa 1997.</w:t>
            </w:r>
          </w:p>
          <w:p w:rsidR="001F13D8" w:rsidRPr="009C54AE" w:rsidRDefault="001F13D8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B78" w:rsidRDefault="00FF7B78" w:rsidP="00C16ABF">
      <w:pPr>
        <w:spacing w:after="0" w:line="240" w:lineRule="auto"/>
      </w:pPr>
      <w:r>
        <w:separator/>
      </w:r>
    </w:p>
  </w:endnote>
  <w:endnote w:type="continuationSeparator" w:id="0">
    <w:p w:rsidR="00FF7B78" w:rsidRDefault="00FF7B7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B78" w:rsidRDefault="00FF7B78" w:rsidP="00C16ABF">
      <w:pPr>
        <w:spacing w:after="0" w:line="240" w:lineRule="auto"/>
      </w:pPr>
      <w:r>
        <w:separator/>
      </w:r>
    </w:p>
  </w:footnote>
  <w:footnote w:type="continuationSeparator" w:id="0">
    <w:p w:rsidR="00FF7B78" w:rsidRDefault="00FF7B7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6DE1077"/>
    <w:multiLevelType w:val="hybridMultilevel"/>
    <w:tmpl w:val="CD1ADA2E"/>
    <w:lvl w:ilvl="0" w:tplc="0415000D">
      <w:start w:val="1"/>
      <w:numFmt w:val="bullet"/>
      <w:lvlText w:val=""/>
      <w:lvlJc w:val="left"/>
      <w:pPr>
        <w:ind w:left="147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144B"/>
    <w:rsid w:val="00042A51"/>
    <w:rsid w:val="00042D2E"/>
    <w:rsid w:val="00044C82"/>
    <w:rsid w:val="000554C3"/>
    <w:rsid w:val="00070ED6"/>
    <w:rsid w:val="000742DC"/>
    <w:rsid w:val="0008463A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0E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1D89"/>
    <w:rsid w:val="001C4B27"/>
    <w:rsid w:val="001D657B"/>
    <w:rsid w:val="001D7B54"/>
    <w:rsid w:val="001E0209"/>
    <w:rsid w:val="001F13D8"/>
    <w:rsid w:val="001F2CA2"/>
    <w:rsid w:val="002144C0"/>
    <w:rsid w:val="00224081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C0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8D3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21BA"/>
    <w:rsid w:val="00414E3C"/>
    <w:rsid w:val="00420943"/>
    <w:rsid w:val="0042244A"/>
    <w:rsid w:val="0042745A"/>
    <w:rsid w:val="00431291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9F8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441E"/>
    <w:rsid w:val="005C55E5"/>
    <w:rsid w:val="005C696A"/>
    <w:rsid w:val="005E6E85"/>
    <w:rsid w:val="005F31D2"/>
    <w:rsid w:val="0061029B"/>
    <w:rsid w:val="00617230"/>
    <w:rsid w:val="00621CE1"/>
    <w:rsid w:val="00627FC9"/>
    <w:rsid w:val="006448ED"/>
    <w:rsid w:val="00647FA8"/>
    <w:rsid w:val="00650C5F"/>
    <w:rsid w:val="006542A7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772"/>
    <w:rsid w:val="00755750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10FD"/>
    <w:rsid w:val="007E1C94"/>
    <w:rsid w:val="007F1652"/>
    <w:rsid w:val="007F4155"/>
    <w:rsid w:val="007F678B"/>
    <w:rsid w:val="0080298C"/>
    <w:rsid w:val="008114CA"/>
    <w:rsid w:val="0081554D"/>
    <w:rsid w:val="0081707E"/>
    <w:rsid w:val="00831CE3"/>
    <w:rsid w:val="008449B3"/>
    <w:rsid w:val="008543D9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ED0"/>
    <w:rsid w:val="008E64F4"/>
    <w:rsid w:val="008F12C9"/>
    <w:rsid w:val="008F6E29"/>
    <w:rsid w:val="00916188"/>
    <w:rsid w:val="009237E9"/>
    <w:rsid w:val="00923D7D"/>
    <w:rsid w:val="00943FF3"/>
    <w:rsid w:val="009508DF"/>
    <w:rsid w:val="00950DAC"/>
    <w:rsid w:val="00954A07"/>
    <w:rsid w:val="0098566D"/>
    <w:rsid w:val="00997F14"/>
    <w:rsid w:val="009A78D9"/>
    <w:rsid w:val="009C1331"/>
    <w:rsid w:val="009C3E31"/>
    <w:rsid w:val="009C4976"/>
    <w:rsid w:val="009C54AE"/>
    <w:rsid w:val="009C788E"/>
    <w:rsid w:val="009E3B41"/>
    <w:rsid w:val="009F3C5C"/>
    <w:rsid w:val="009F4610"/>
    <w:rsid w:val="00A00ECC"/>
    <w:rsid w:val="00A155EE"/>
    <w:rsid w:val="00A15D95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80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F90"/>
    <w:rsid w:val="00B12A6C"/>
    <w:rsid w:val="00B135B1"/>
    <w:rsid w:val="00B2557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C70"/>
    <w:rsid w:val="00C36992"/>
    <w:rsid w:val="00C4674A"/>
    <w:rsid w:val="00C56036"/>
    <w:rsid w:val="00C61DC5"/>
    <w:rsid w:val="00C67E92"/>
    <w:rsid w:val="00C700AF"/>
    <w:rsid w:val="00C70A26"/>
    <w:rsid w:val="00C766DF"/>
    <w:rsid w:val="00C94B98"/>
    <w:rsid w:val="00CA2B96"/>
    <w:rsid w:val="00CA5089"/>
    <w:rsid w:val="00CA5E88"/>
    <w:rsid w:val="00CB42CB"/>
    <w:rsid w:val="00CC486C"/>
    <w:rsid w:val="00CD6897"/>
    <w:rsid w:val="00CE5BAC"/>
    <w:rsid w:val="00CF25BE"/>
    <w:rsid w:val="00CF78ED"/>
    <w:rsid w:val="00D02B25"/>
    <w:rsid w:val="00D02EBA"/>
    <w:rsid w:val="00D16F60"/>
    <w:rsid w:val="00D17C3C"/>
    <w:rsid w:val="00D26B2C"/>
    <w:rsid w:val="00D352C9"/>
    <w:rsid w:val="00D425B2"/>
    <w:rsid w:val="00D428D6"/>
    <w:rsid w:val="00D51AE1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2E0E"/>
    <w:rsid w:val="00EC4899"/>
    <w:rsid w:val="00ED03AB"/>
    <w:rsid w:val="00ED32D2"/>
    <w:rsid w:val="00EE32DE"/>
    <w:rsid w:val="00EE5457"/>
    <w:rsid w:val="00F070AB"/>
    <w:rsid w:val="00F17567"/>
    <w:rsid w:val="00F27A7B"/>
    <w:rsid w:val="00F3433F"/>
    <w:rsid w:val="00F526AF"/>
    <w:rsid w:val="00F54354"/>
    <w:rsid w:val="00F617C3"/>
    <w:rsid w:val="00F62AF8"/>
    <w:rsid w:val="00F637A6"/>
    <w:rsid w:val="00F7066B"/>
    <w:rsid w:val="00F83B28"/>
    <w:rsid w:val="00F8531E"/>
    <w:rsid w:val="00FA46E5"/>
    <w:rsid w:val="00FA5733"/>
    <w:rsid w:val="00FB7DBA"/>
    <w:rsid w:val="00FC1C25"/>
    <w:rsid w:val="00FC3F45"/>
    <w:rsid w:val="00FD503F"/>
    <w:rsid w:val="00FD7589"/>
    <w:rsid w:val="00FE0698"/>
    <w:rsid w:val="00FF016A"/>
    <w:rsid w:val="00FF1401"/>
    <w:rsid w:val="00FF5E7D"/>
    <w:rsid w:val="00FF7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nhideWhenUsed/>
    <w:rsid w:val="001F13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nhideWhenUsed/>
    <w:rsid w:val="001F13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36103-2A4D-4228-980C-0A65B048D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1288</Words>
  <Characters>7734</Characters>
  <Application>Microsoft Office Word</Application>
  <DocSecurity>0</DocSecurity>
  <Lines>64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2020-10-14T11:20:00Z</cp:lastPrinted>
  <dcterms:created xsi:type="dcterms:W3CDTF">2019-11-12T13:44:00Z</dcterms:created>
  <dcterms:modified xsi:type="dcterms:W3CDTF">2021-09-24T09:44:00Z</dcterms:modified>
</cp:coreProperties>
</file>